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1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17"/>
        <w:gridCol w:w="1614"/>
        <w:gridCol w:w="3579"/>
      </w:tblGrid>
      <w:tr w:rsidR="00E16B48" w:rsidRPr="006D26B5" w:rsidTr="00E16B48">
        <w:trPr>
          <w:cantSplit/>
          <w:trHeight w:val="2139"/>
        </w:trPr>
        <w:tc>
          <w:tcPr>
            <w:tcW w:w="3817" w:type="dxa"/>
          </w:tcPr>
          <w:p w:rsidR="00E16B48" w:rsidRPr="006D26B5" w:rsidRDefault="00E16B48" w:rsidP="004E4BF8">
            <w:pPr>
              <w:keepNext/>
              <w:jc w:val="center"/>
              <w:outlineLvl w:val="2"/>
              <w:rPr>
                <w:b/>
                <w:sz w:val="26"/>
                <w:szCs w:val="26"/>
              </w:rPr>
            </w:pPr>
            <w:bookmarkStart w:id="0" w:name="_GoBack"/>
            <w:bookmarkEnd w:id="0"/>
            <w:r w:rsidRPr="006D26B5">
              <w:rPr>
                <w:b/>
                <w:sz w:val="26"/>
                <w:szCs w:val="26"/>
              </w:rPr>
              <w:t>РЕСПУБЛИКА АДЫГЕЯ</w:t>
            </w:r>
          </w:p>
          <w:p w:rsidR="00E16B48" w:rsidRPr="006D26B5" w:rsidRDefault="00E16B48" w:rsidP="004E4BF8">
            <w:pPr>
              <w:keepNext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>Администрация</w:t>
            </w:r>
          </w:p>
          <w:p w:rsidR="00E16B48" w:rsidRPr="006D26B5" w:rsidRDefault="00E16B48" w:rsidP="004E4BF8">
            <w:pPr>
              <w:keepNext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>муниципального образования</w:t>
            </w:r>
          </w:p>
          <w:p w:rsidR="00E16B48" w:rsidRPr="006D26B5" w:rsidRDefault="00E16B48" w:rsidP="004E4BF8">
            <w:pPr>
              <w:keepNext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>«Шовгеновский район»</w:t>
            </w:r>
          </w:p>
          <w:p w:rsidR="00E16B48" w:rsidRPr="006D26B5" w:rsidRDefault="00E16B48" w:rsidP="004E4BF8">
            <w:pPr>
              <w:keepNext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>385440, а. Хакуринохабль,</w:t>
            </w:r>
          </w:p>
          <w:p w:rsidR="00E16B48" w:rsidRPr="006D26B5" w:rsidRDefault="00E16B48" w:rsidP="004E4BF8">
            <w:pPr>
              <w:keepNext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>ул. Шовгенова, 9</w:t>
            </w:r>
          </w:p>
          <w:p w:rsidR="00E16B48" w:rsidRPr="006D26B5" w:rsidRDefault="00E16B48" w:rsidP="004E4BF8">
            <w:pPr>
              <w:keepNext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>тел:87773 9-21-74, факс 9-21-74</w:t>
            </w:r>
          </w:p>
        </w:tc>
        <w:tc>
          <w:tcPr>
            <w:tcW w:w="1614" w:type="dxa"/>
          </w:tcPr>
          <w:p w:rsidR="00E16B48" w:rsidRPr="006D26B5" w:rsidRDefault="00E16B48" w:rsidP="004E4BF8">
            <w:pPr>
              <w:keepNext/>
              <w:jc w:val="right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noProof/>
                <w:sz w:val="26"/>
                <w:szCs w:val="26"/>
              </w:rPr>
              <w:drawing>
                <wp:inline distT="0" distB="0" distL="0" distR="0" wp14:anchorId="6F4DC744" wp14:editId="15E27564">
                  <wp:extent cx="933450" cy="8858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885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79" w:type="dxa"/>
          </w:tcPr>
          <w:p w:rsidR="00E16B48" w:rsidRPr="006D26B5" w:rsidRDefault="00E16B48" w:rsidP="004E4BF8">
            <w:pPr>
              <w:keepNext/>
              <w:ind w:right="-57"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>АДЫГЭ РЕСПУБЛИК</w:t>
            </w:r>
          </w:p>
          <w:p w:rsidR="00E16B48" w:rsidRPr="006D26B5" w:rsidRDefault="00E16B48" w:rsidP="004E4BF8">
            <w:pPr>
              <w:keepNext/>
              <w:ind w:right="-57"/>
              <w:jc w:val="center"/>
              <w:outlineLvl w:val="2"/>
              <w:rPr>
                <w:b/>
                <w:sz w:val="26"/>
                <w:szCs w:val="26"/>
              </w:rPr>
            </w:pPr>
            <w:proofErr w:type="spellStart"/>
            <w:r w:rsidRPr="006D26B5">
              <w:rPr>
                <w:b/>
                <w:sz w:val="26"/>
                <w:szCs w:val="26"/>
              </w:rPr>
              <w:t>Муниципальнэ</w:t>
            </w:r>
            <w:proofErr w:type="spellEnd"/>
            <w:r w:rsidRPr="006D26B5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D26B5">
              <w:rPr>
                <w:b/>
                <w:sz w:val="26"/>
                <w:szCs w:val="26"/>
              </w:rPr>
              <w:t>образованиеу</w:t>
            </w:r>
            <w:proofErr w:type="spellEnd"/>
          </w:p>
          <w:p w:rsidR="00E16B48" w:rsidRPr="006D26B5" w:rsidRDefault="00E16B48" w:rsidP="004E4BF8">
            <w:pPr>
              <w:keepNext/>
              <w:ind w:right="-57"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>«</w:t>
            </w:r>
            <w:proofErr w:type="spellStart"/>
            <w:r w:rsidRPr="006D26B5">
              <w:rPr>
                <w:b/>
                <w:sz w:val="26"/>
                <w:szCs w:val="26"/>
              </w:rPr>
              <w:t>Шэуджэн</w:t>
            </w:r>
            <w:proofErr w:type="spellEnd"/>
            <w:r w:rsidRPr="006D26B5">
              <w:rPr>
                <w:b/>
                <w:sz w:val="26"/>
                <w:szCs w:val="26"/>
              </w:rPr>
              <w:t xml:space="preserve"> район»</w:t>
            </w:r>
          </w:p>
          <w:p w:rsidR="00E16B48" w:rsidRPr="006D26B5" w:rsidRDefault="00E16B48" w:rsidP="004E4BF8">
            <w:pPr>
              <w:keepNext/>
              <w:ind w:right="-57"/>
              <w:jc w:val="center"/>
              <w:outlineLvl w:val="2"/>
              <w:rPr>
                <w:b/>
                <w:sz w:val="26"/>
                <w:szCs w:val="26"/>
              </w:rPr>
            </w:pPr>
            <w:proofErr w:type="spellStart"/>
            <w:r w:rsidRPr="006D26B5">
              <w:rPr>
                <w:b/>
                <w:sz w:val="26"/>
                <w:szCs w:val="26"/>
              </w:rPr>
              <w:t>иадминистрацие</w:t>
            </w:r>
            <w:proofErr w:type="spellEnd"/>
          </w:p>
          <w:p w:rsidR="00E16B48" w:rsidRPr="006D26B5" w:rsidRDefault="00E16B48" w:rsidP="004E4BF8">
            <w:pPr>
              <w:keepNext/>
              <w:ind w:right="-57"/>
              <w:jc w:val="center"/>
              <w:outlineLvl w:val="2"/>
              <w:rPr>
                <w:b/>
                <w:sz w:val="26"/>
                <w:szCs w:val="26"/>
              </w:rPr>
            </w:pPr>
            <w:r w:rsidRPr="006D26B5">
              <w:rPr>
                <w:b/>
                <w:sz w:val="26"/>
                <w:szCs w:val="26"/>
              </w:rPr>
              <w:t xml:space="preserve">385440, </w:t>
            </w:r>
            <w:proofErr w:type="spellStart"/>
            <w:r w:rsidRPr="006D26B5">
              <w:rPr>
                <w:b/>
                <w:sz w:val="26"/>
                <w:szCs w:val="26"/>
              </w:rPr>
              <w:t>къ</w:t>
            </w:r>
            <w:proofErr w:type="spellEnd"/>
            <w:r w:rsidRPr="006D26B5">
              <w:rPr>
                <w:b/>
                <w:sz w:val="26"/>
                <w:szCs w:val="26"/>
              </w:rPr>
              <w:t xml:space="preserve">. </w:t>
            </w:r>
            <w:proofErr w:type="spellStart"/>
            <w:r w:rsidRPr="006D26B5">
              <w:rPr>
                <w:b/>
                <w:sz w:val="26"/>
                <w:szCs w:val="26"/>
              </w:rPr>
              <w:t>Хьакурынэхьабл</w:t>
            </w:r>
            <w:proofErr w:type="spellEnd"/>
            <w:r w:rsidRPr="006D26B5">
              <w:rPr>
                <w:b/>
                <w:sz w:val="26"/>
                <w:szCs w:val="26"/>
              </w:rPr>
              <w:t>,</w:t>
            </w:r>
          </w:p>
          <w:p w:rsidR="00E16B48" w:rsidRPr="006D26B5" w:rsidRDefault="00E16B48" w:rsidP="004E4BF8">
            <w:pPr>
              <w:keepNext/>
              <w:ind w:right="-57"/>
              <w:jc w:val="center"/>
              <w:outlineLvl w:val="2"/>
              <w:rPr>
                <w:b/>
                <w:sz w:val="26"/>
                <w:szCs w:val="26"/>
              </w:rPr>
            </w:pPr>
            <w:proofErr w:type="spellStart"/>
            <w:r w:rsidRPr="006D26B5">
              <w:rPr>
                <w:b/>
                <w:sz w:val="26"/>
                <w:szCs w:val="26"/>
              </w:rPr>
              <w:t>ур</w:t>
            </w:r>
            <w:proofErr w:type="spellEnd"/>
            <w:r w:rsidRPr="006D26B5">
              <w:rPr>
                <w:b/>
                <w:sz w:val="26"/>
                <w:szCs w:val="26"/>
              </w:rPr>
              <w:t xml:space="preserve">. </w:t>
            </w:r>
            <w:proofErr w:type="spellStart"/>
            <w:r w:rsidRPr="006D26B5">
              <w:rPr>
                <w:b/>
                <w:sz w:val="26"/>
                <w:szCs w:val="26"/>
              </w:rPr>
              <w:t>Шэуджэным</w:t>
            </w:r>
            <w:proofErr w:type="spellEnd"/>
            <w:r w:rsidRPr="006D26B5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6D26B5">
              <w:rPr>
                <w:b/>
                <w:sz w:val="26"/>
                <w:szCs w:val="26"/>
              </w:rPr>
              <w:t>ыц</w:t>
            </w:r>
            <w:proofErr w:type="gramStart"/>
            <w:r w:rsidRPr="006D26B5">
              <w:rPr>
                <w:b/>
                <w:sz w:val="26"/>
                <w:szCs w:val="26"/>
              </w:rPr>
              <w:t>I</w:t>
            </w:r>
            <w:proofErr w:type="spellEnd"/>
            <w:proofErr w:type="gramEnd"/>
            <w:r w:rsidRPr="006D26B5">
              <w:rPr>
                <w:b/>
                <w:sz w:val="26"/>
                <w:szCs w:val="26"/>
              </w:rPr>
              <w:t>, 9</w:t>
            </w:r>
          </w:p>
          <w:p w:rsidR="00E16B48" w:rsidRPr="006D26B5" w:rsidRDefault="00E16B48" w:rsidP="000D4813">
            <w:pPr>
              <w:keepNext/>
              <w:ind w:right="-57"/>
              <w:jc w:val="center"/>
              <w:outlineLvl w:val="2"/>
              <w:rPr>
                <w:b/>
                <w:sz w:val="26"/>
                <w:szCs w:val="26"/>
              </w:rPr>
            </w:pPr>
            <w:proofErr w:type="spellStart"/>
            <w:r w:rsidRPr="006D26B5">
              <w:rPr>
                <w:b/>
                <w:sz w:val="26"/>
                <w:szCs w:val="26"/>
                <w:lang w:val="en-US"/>
              </w:rPr>
              <w:t>shovadm</w:t>
            </w:r>
            <w:proofErr w:type="spellEnd"/>
            <w:r w:rsidRPr="006D26B5">
              <w:rPr>
                <w:b/>
                <w:sz w:val="26"/>
                <w:szCs w:val="26"/>
              </w:rPr>
              <w:t>@</w:t>
            </w:r>
            <w:proofErr w:type="spellStart"/>
            <w:r w:rsidR="000D4813">
              <w:rPr>
                <w:b/>
                <w:sz w:val="26"/>
                <w:szCs w:val="26"/>
                <w:lang w:val="en-US"/>
              </w:rPr>
              <w:t>adyg</w:t>
            </w:r>
            <w:r w:rsidR="00A707C4">
              <w:rPr>
                <w:b/>
                <w:sz w:val="26"/>
                <w:szCs w:val="26"/>
                <w:lang w:val="en-US"/>
              </w:rPr>
              <w:t>h</w:t>
            </w:r>
            <w:r w:rsidR="000D4813">
              <w:rPr>
                <w:b/>
                <w:sz w:val="26"/>
                <w:szCs w:val="26"/>
                <w:lang w:val="en-US"/>
              </w:rPr>
              <w:t>eya</w:t>
            </w:r>
            <w:proofErr w:type="spellEnd"/>
            <w:r w:rsidR="000D4813" w:rsidRPr="002575E3">
              <w:rPr>
                <w:b/>
                <w:sz w:val="26"/>
                <w:szCs w:val="26"/>
              </w:rPr>
              <w:t>.</w:t>
            </w:r>
            <w:proofErr w:type="spellStart"/>
            <w:r w:rsidR="000D4813">
              <w:rPr>
                <w:b/>
                <w:sz w:val="26"/>
                <w:szCs w:val="26"/>
                <w:lang w:val="en-US"/>
              </w:rPr>
              <w:t>gov</w:t>
            </w:r>
            <w:proofErr w:type="spellEnd"/>
            <w:r w:rsidRPr="006D26B5">
              <w:rPr>
                <w:b/>
                <w:sz w:val="26"/>
                <w:szCs w:val="26"/>
              </w:rPr>
              <w:t>.</w:t>
            </w:r>
            <w:proofErr w:type="spellStart"/>
            <w:r w:rsidRPr="006D26B5">
              <w:rPr>
                <w:b/>
                <w:sz w:val="26"/>
                <w:szCs w:val="26"/>
                <w:lang w:val="en-US"/>
              </w:rPr>
              <w:t>ru</w:t>
            </w:r>
            <w:proofErr w:type="spellEnd"/>
          </w:p>
        </w:tc>
      </w:tr>
    </w:tbl>
    <w:p w:rsidR="00E16B48" w:rsidRDefault="00E16B48" w:rsidP="00E16B48">
      <w:pPr>
        <w:tabs>
          <w:tab w:val="left" w:pos="6379"/>
          <w:tab w:val="left" w:pos="6521"/>
        </w:tabs>
        <w:jc w:val="both"/>
        <w:rPr>
          <w:sz w:val="28"/>
          <w:szCs w:val="28"/>
        </w:rPr>
      </w:pPr>
    </w:p>
    <w:p w:rsidR="003E6766" w:rsidRPr="00AF7F82" w:rsidRDefault="003E6766" w:rsidP="00E16B48">
      <w:pPr>
        <w:tabs>
          <w:tab w:val="left" w:pos="6379"/>
          <w:tab w:val="left" w:pos="6521"/>
        </w:tabs>
        <w:jc w:val="both"/>
        <w:rPr>
          <w:sz w:val="20"/>
          <w:szCs w:val="20"/>
        </w:rPr>
        <w:sectPr w:rsidR="003E6766" w:rsidRPr="00AF7F82" w:rsidSect="005B641A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tbl>
      <w:tblPr>
        <w:tblW w:w="9183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4820"/>
        <w:gridCol w:w="4363"/>
      </w:tblGrid>
      <w:tr w:rsidR="000C7ADF" w:rsidTr="00307600">
        <w:trPr>
          <w:trHeight w:val="1824"/>
        </w:trPr>
        <w:tc>
          <w:tcPr>
            <w:tcW w:w="4820" w:type="dxa"/>
          </w:tcPr>
          <w:p w:rsidR="000C7ADF" w:rsidRDefault="000C7ADF" w:rsidP="00307600">
            <w:pPr>
              <w:shd w:val="clear" w:color="auto" w:fill="FFFFFF"/>
              <w:tabs>
                <w:tab w:val="left" w:pos="-107"/>
                <w:tab w:val="left" w:pos="86"/>
                <w:tab w:val="left" w:pos="236"/>
              </w:tabs>
              <w:spacing w:line="276" w:lineRule="auto"/>
              <w:ind w:left="-397"/>
            </w:pPr>
            <w:bookmarkStart w:id="1" w:name="REGNUMDATESTAMP"/>
            <w:r>
              <w:rPr>
                <w:bCs/>
                <w:color w:val="CCCCCC"/>
                <w:spacing w:val="-15"/>
              </w:rPr>
              <w:lastRenderedPageBreak/>
              <w:t xml:space="preserve">!Штамп </w:t>
            </w:r>
            <w:proofErr w:type="spellStart"/>
            <w:r>
              <w:rPr>
                <w:bCs/>
                <w:color w:val="CCCCCC"/>
                <w:spacing w:val="-15"/>
              </w:rPr>
              <w:t>Рег</w:t>
            </w:r>
            <w:proofErr w:type="spellEnd"/>
            <w:r>
              <w:rPr>
                <w:bCs/>
                <w:color w:val="CCCCCC"/>
                <w:spacing w:val="-15"/>
              </w:rPr>
              <w:t xml:space="preserve"> №</w:t>
            </w:r>
          </w:p>
          <w:bookmarkEnd w:id="1"/>
          <w:p w:rsidR="000C7ADF" w:rsidRDefault="000C7ADF" w:rsidP="00307600">
            <w:pPr>
              <w:shd w:val="clear" w:color="auto" w:fill="FFFFFF"/>
              <w:spacing w:line="276" w:lineRule="auto"/>
              <w:rPr>
                <w:bCs/>
                <w:spacing w:val="-15"/>
                <w:sz w:val="28"/>
                <w:szCs w:val="28"/>
              </w:rPr>
            </w:pPr>
          </w:p>
          <w:p w:rsidR="004E6F14" w:rsidRDefault="004E6F14" w:rsidP="00307600">
            <w:pPr>
              <w:shd w:val="clear" w:color="auto" w:fill="FFFFFF"/>
              <w:spacing w:line="276" w:lineRule="auto"/>
              <w:rPr>
                <w:bCs/>
                <w:spacing w:val="-15"/>
                <w:sz w:val="28"/>
                <w:szCs w:val="28"/>
              </w:rPr>
            </w:pPr>
          </w:p>
          <w:p w:rsidR="004E6F14" w:rsidRDefault="004E6F14" w:rsidP="00307600">
            <w:pPr>
              <w:shd w:val="clear" w:color="auto" w:fill="FFFFFF"/>
              <w:spacing w:line="276" w:lineRule="auto"/>
              <w:rPr>
                <w:bCs/>
                <w:spacing w:val="-15"/>
                <w:sz w:val="28"/>
                <w:szCs w:val="28"/>
              </w:rPr>
            </w:pPr>
          </w:p>
          <w:p w:rsidR="000C7ADF" w:rsidRDefault="000C7ADF" w:rsidP="00472741">
            <w:pPr>
              <w:shd w:val="clear" w:color="auto" w:fill="FFFFFF"/>
              <w:spacing w:line="276" w:lineRule="auto"/>
              <w:ind w:left="-71"/>
            </w:pPr>
          </w:p>
        </w:tc>
        <w:tc>
          <w:tcPr>
            <w:tcW w:w="4363" w:type="dxa"/>
          </w:tcPr>
          <w:p w:rsidR="004E6F14" w:rsidRPr="00F17607" w:rsidRDefault="004E6F14" w:rsidP="004E6F14">
            <w:pPr>
              <w:spacing w:line="276" w:lineRule="auto"/>
              <w:rPr>
                <w:bCs/>
                <w:spacing w:val="-15"/>
                <w:sz w:val="28"/>
                <w:szCs w:val="28"/>
              </w:rPr>
            </w:pPr>
            <w:r w:rsidRPr="00F17607">
              <w:rPr>
                <w:bCs/>
                <w:spacing w:val="-15"/>
                <w:sz w:val="28"/>
                <w:szCs w:val="28"/>
              </w:rPr>
              <w:t xml:space="preserve">Министру </w:t>
            </w:r>
            <w:r w:rsidR="00F17607" w:rsidRPr="00F17607">
              <w:rPr>
                <w:bCs/>
                <w:spacing w:val="-15"/>
                <w:sz w:val="28"/>
                <w:szCs w:val="28"/>
              </w:rPr>
              <w:t>финансов</w:t>
            </w:r>
          </w:p>
          <w:p w:rsidR="004E6F14" w:rsidRPr="00F17607" w:rsidRDefault="004E6F14" w:rsidP="004E6F14">
            <w:pPr>
              <w:spacing w:line="276" w:lineRule="auto"/>
              <w:rPr>
                <w:bCs/>
                <w:spacing w:val="-15"/>
                <w:sz w:val="28"/>
                <w:szCs w:val="28"/>
              </w:rPr>
            </w:pPr>
            <w:r w:rsidRPr="00F17607">
              <w:rPr>
                <w:bCs/>
                <w:spacing w:val="-15"/>
                <w:sz w:val="28"/>
                <w:szCs w:val="28"/>
              </w:rPr>
              <w:t>Республики Адыгея</w:t>
            </w:r>
          </w:p>
          <w:p w:rsidR="004E6F14" w:rsidRPr="00F17607" w:rsidRDefault="004E6F14" w:rsidP="004E6F14">
            <w:pPr>
              <w:spacing w:line="276" w:lineRule="auto"/>
              <w:rPr>
                <w:bCs/>
                <w:spacing w:val="-15"/>
                <w:sz w:val="28"/>
                <w:szCs w:val="28"/>
              </w:rPr>
            </w:pPr>
          </w:p>
          <w:p w:rsidR="000C7ADF" w:rsidRDefault="00F17607" w:rsidP="004E6F14">
            <w:pPr>
              <w:spacing w:line="276" w:lineRule="auto"/>
              <w:rPr>
                <w:bCs/>
                <w:spacing w:val="-15"/>
                <w:sz w:val="28"/>
                <w:szCs w:val="28"/>
              </w:rPr>
            </w:pPr>
            <w:r w:rsidRPr="00F17607">
              <w:rPr>
                <w:bCs/>
                <w:spacing w:val="-15"/>
                <w:sz w:val="28"/>
                <w:szCs w:val="28"/>
              </w:rPr>
              <w:t>Орлову В.Н</w:t>
            </w:r>
            <w:r w:rsidR="004E6F14" w:rsidRPr="00F17607">
              <w:rPr>
                <w:bCs/>
                <w:spacing w:val="-15"/>
                <w:sz w:val="28"/>
                <w:szCs w:val="28"/>
              </w:rPr>
              <w:t>.</w:t>
            </w:r>
          </w:p>
        </w:tc>
      </w:tr>
    </w:tbl>
    <w:p w:rsidR="00917170" w:rsidRDefault="00917170" w:rsidP="0095117B">
      <w:pPr>
        <w:jc w:val="center"/>
        <w:rPr>
          <w:bCs/>
          <w:iCs/>
          <w:sz w:val="28"/>
          <w:szCs w:val="20"/>
        </w:rPr>
      </w:pPr>
    </w:p>
    <w:p w:rsidR="0095117B" w:rsidRPr="0095117B" w:rsidRDefault="0095117B" w:rsidP="0095117B">
      <w:pPr>
        <w:jc w:val="center"/>
        <w:rPr>
          <w:bCs/>
          <w:iCs/>
          <w:sz w:val="28"/>
          <w:szCs w:val="20"/>
        </w:rPr>
      </w:pPr>
      <w:r w:rsidRPr="0095117B">
        <w:rPr>
          <w:bCs/>
          <w:iCs/>
          <w:sz w:val="28"/>
          <w:szCs w:val="20"/>
        </w:rPr>
        <w:t>Уважаемый</w:t>
      </w:r>
      <w:r w:rsidR="009135EF">
        <w:rPr>
          <w:bCs/>
          <w:iCs/>
          <w:sz w:val="28"/>
          <w:szCs w:val="20"/>
        </w:rPr>
        <w:t xml:space="preserve"> </w:t>
      </w:r>
      <w:r w:rsidR="00F17607" w:rsidRPr="00F17607">
        <w:rPr>
          <w:bCs/>
          <w:iCs/>
          <w:sz w:val="28"/>
          <w:szCs w:val="20"/>
        </w:rPr>
        <w:t>Виктор Николаевич</w:t>
      </w:r>
      <w:r w:rsidR="009B72C5" w:rsidRPr="005A26F6">
        <w:rPr>
          <w:bCs/>
          <w:iCs/>
          <w:sz w:val="28"/>
          <w:szCs w:val="20"/>
        </w:rPr>
        <w:t>!</w:t>
      </w:r>
    </w:p>
    <w:p w:rsidR="00743045" w:rsidRPr="004E6F14" w:rsidRDefault="00743045" w:rsidP="004E6F14">
      <w:pPr>
        <w:jc w:val="center"/>
        <w:rPr>
          <w:sz w:val="16"/>
          <w:szCs w:val="28"/>
        </w:rPr>
      </w:pPr>
    </w:p>
    <w:p w:rsidR="00C557B5" w:rsidRDefault="00C557B5" w:rsidP="0049580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 xml:space="preserve">    </w:t>
      </w:r>
      <w:r w:rsidR="000A5B06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8C0408">
        <w:rPr>
          <w:rFonts w:eastAsiaTheme="minorHAnsi"/>
          <w:color w:val="000000"/>
          <w:sz w:val="28"/>
          <w:szCs w:val="28"/>
          <w:lang w:eastAsia="en-US"/>
        </w:rPr>
        <w:t xml:space="preserve">  </w:t>
      </w:r>
    </w:p>
    <w:p w:rsidR="00FC253B" w:rsidRDefault="00FC253B" w:rsidP="0049580C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C557B5" w:rsidRPr="00863B1A" w:rsidRDefault="00863B1A" w:rsidP="00FC25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863B1A">
        <w:rPr>
          <w:sz w:val="28"/>
          <w:szCs w:val="28"/>
        </w:rPr>
        <w:t>Администрация муниципального образования «Шовгеновский район» направляет Вам на согласование проект бюджета муниципального образова</w:t>
      </w:r>
      <w:r w:rsidR="008B40F1">
        <w:rPr>
          <w:sz w:val="28"/>
          <w:szCs w:val="28"/>
        </w:rPr>
        <w:t>ния «Шовгеновский район» на 202</w:t>
      </w:r>
      <w:r w:rsidR="008D6529">
        <w:rPr>
          <w:sz w:val="28"/>
          <w:szCs w:val="28"/>
        </w:rPr>
        <w:t>5</w:t>
      </w:r>
      <w:r w:rsidR="008B40F1">
        <w:rPr>
          <w:sz w:val="28"/>
          <w:szCs w:val="28"/>
        </w:rPr>
        <w:t xml:space="preserve"> год и на плановый период 202</w:t>
      </w:r>
      <w:r w:rsidR="008D6529">
        <w:rPr>
          <w:sz w:val="28"/>
          <w:szCs w:val="28"/>
        </w:rPr>
        <w:t>6</w:t>
      </w:r>
      <w:r w:rsidR="008B40F1">
        <w:rPr>
          <w:sz w:val="28"/>
          <w:szCs w:val="28"/>
        </w:rPr>
        <w:t>-202</w:t>
      </w:r>
      <w:r w:rsidR="008D6529">
        <w:rPr>
          <w:sz w:val="28"/>
          <w:szCs w:val="28"/>
        </w:rPr>
        <w:t>7</w:t>
      </w:r>
      <w:r w:rsidRPr="00863B1A">
        <w:rPr>
          <w:sz w:val="28"/>
          <w:szCs w:val="28"/>
        </w:rPr>
        <w:t xml:space="preserve"> годов в соответствии с Постановлением Кабинета Министров Республики Адыгея от 26 мая 2008г. №98 «О порядке предоставления документов и материалов, необходимых для подготовки заключения о соответствии требованиям бюджетного законодательства Российской Федерации, внесенного в представительный орган муниципального образования</w:t>
      </w:r>
      <w:proofErr w:type="gramEnd"/>
      <w:r w:rsidRPr="00863B1A">
        <w:rPr>
          <w:sz w:val="28"/>
          <w:szCs w:val="28"/>
        </w:rPr>
        <w:t xml:space="preserve"> проекта местного бюджета на очередной финансовый год (очередной финансовый год и плановый период)» (с изменениями и дополнениями) для подготовки заключения в соответствии с требованиями бюджетного законодательства Российской Федерации.</w:t>
      </w:r>
    </w:p>
    <w:p w:rsidR="00C557B5" w:rsidRDefault="00C557B5" w:rsidP="00C557B5">
      <w:pPr>
        <w:ind w:firstLine="709"/>
        <w:rPr>
          <w:sz w:val="28"/>
          <w:szCs w:val="28"/>
        </w:rPr>
      </w:pPr>
    </w:p>
    <w:p w:rsidR="000C7ADF" w:rsidRDefault="000C7ADF" w:rsidP="00DA3795">
      <w:pPr>
        <w:rPr>
          <w:bCs/>
          <w:sz w:val="28"/>
          <w:szCs w:val="28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686"/>
        <w:gridCol w:w="3652"/>
        <w:gridCol w:w="2551"/>
      </w:tblGrid>
      <w:tr w:rsidR="000C7ADF" w:rsidTr="00F17607">
        <w:trPr>
          <w:trHeight w:val="1485"/>
        </w:trPr>
        <w:tc>
          <w:tcPr>
            <w:tcW w:w="3686" w:type="dxa"/>
            <w:vAlign w:val="center"/>
          </w:tcPr>
          <w:p w:rsidR="00DF4771" w:rsidRDefault="0049580C" w:rsidP="00DF477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</w:t>
            </w:r>
            <w:r w:rsidR="000C7ADF">
              <w:rPr>
                <w:bCs/>
                <w:sz w:val="28"/>
                <w:szCs w:val="28"/>
              </w:rPr>
              <w:t>лав</w:t>
            </w:r>
            <w:r>
              <w:rPr>
                <w:bCs/>
                <w:sz w:val="28"/>
                <w:szCs w:val="28"/>
              </w:rPr>
              <w:t>а</w:t>
            </w:r>
            <w:r w:rsidR="000C7ADF">
              <w:rPr>
                <w:bCs/>
                <w:sz w:val="28"/>
                <w:szCs w:val="28"/>
              </w:rPr>
              <w:t xml:space="preserve"> администрации</w:t>
            </w:r>
          </w:p>
          <w:p w:rsidR="000C7ADF" w:rsidRPr="00DF4771" w:rsidRDefault="00DF4771" w:rsidP="00DF4771">
            <w:pPr>
              <w:ind w:right="-216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муниципального образования </w:t>
            </w:r>
            <w:r w:rsidR="000C7ADF">
              <w:rPr>
                <w:bCs/>
                <w:sz w:val="28"/>
                <w:szCs w:val="28"/>
              </w:rPr>
              <w:t xml:space="preserve"> «Шовгеновский район»</w:t>
            </w:r>
            <w:r w:rsidR="000C7ADF">
              <w:rPr>
                <w:bCs/>
                <w:sz w:val="28"/>
                <w:szCs w:val="28"/>
              </w:rPr>
              <w:tab/>
            </w:r>
          </w:p>
        </w:tc>
        <w:tc>
          <w:tcPr>
            <w:tcW w:w="3652" w:type="dxa"/>
          </w:tcPr>
          <w:p w:rsidR="000C7ADF" w:rsidRDefault="000C7ADF" w:rsidP="00307600">
            <w:pPr>
              <w:ind w:left="113"/>
              <w:rPr>
                <w:color w:val="CCCCCC"/>
                <w:sz w:val="28"/>
              </w:rPr>
            </w:pPr>
          </w:p>
        </w:tc>
        <w:tc>
          <w:tcPr>
            <w:tcW w:w="2551" w:type="dxa"/>
            <w:vAlign w:val="center"/>
          </w:tcPr>
          <w:p w:rsidR="00DF4771" w:rsidRDefault="00DF4771" w:rsidP="0049580C">
            <w:pPr>
              <w:tabs>
                <w:tab w:val="left" w:pos="1707"/>
              </w:tabs>
              <w:snapToGrid w:val="0"/>
              <w:ind w:left="-425" w:right="601" w:firstLine="425"/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</w:t>
            </w:r>
          </w:p>
          <w:p w:rsidR="00DF4771" w:rsidRDefault="00DF4771" w:rsidP="00DF4771">
            <w:pPr>
              <w:tabs>
                <w:tab w:val="left" w:pos="1707"/>
              </w:tabs>
              <w:snapToGrid w:val="0"/>
              <w:ind w:left="-425" w:right="601" w:firstLine="42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</w:t>
            </w:r>
          </w:p>
          <w:p w:rsidR="000C7ADF" w:rsidRDefault="00DF4771" w:rsidP="00DF4771">
            <w:pPr>
              <w:tabs>
                <w:tab w:val="left" w:pos="1707"/>
              </w:tabs>
              <w:snapToGrid w:val="0"/>
              <w:ind w:left="-425" w:right="601" w:firstLine="425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    </w:t>
            </w:r>
            <w:r w:rsidR="0049580C">
              <w:rPr>
                <w:color w:val="000000"/>
                <w:sz w:val="28"/>
              </w:rPr>
              <w:t xml:space="preserve">Р.Р. </w:t>
            </w:r>
            <w:proofErr w:type="spellStart"/>
            <w:r w:rsidR="0049580C">
              <w:rPr>
                <w:color w:val="000000"/>
                <w:sz w:val="28"/>
              </w:rPr>
              <w:t>Аутлев</w:t>
            </w:r>
            <w:proofErr w:type="spellEnd"/>
          </w:p>
        </w:tc>
      </w:tr>
      <w:tr w:rsidR="000C7ADF" w:rsidTr="00F17607">
        <w:trPr>
          <w:trHeight w:val="1485"/>
        </w:trPr>
        <w:tc>
          <w:tcPr>
            <w:tcW w:w="3686" w:type="dxa"/>
            <w:vAlign w:val="center"/>
          </w:tcPr>
          <w:p w:rsidR="000C7ADF" w:rsidRDefault="000C7ADF" w:rsidP="00307600">
            <w:pPr>
              <w:rPr>
                <w:color w:val="000000"/>
                <w:sz w:val="28"/>
              </w:rPr>
            </w:pPr>
          </w:p>
        </w:tc>
        <w:tc>
          <w:tcPr>
            <w:tcW w:w="3652" w:type="dxa"/>
          </w:tcPr>
          <w:p w:rsidR="000C7ADF" w:rsidRDefault="000C7ADF" w:rsidP="00307600">
            <w:pPr>
              <w:ind w:left="113"/>
            </w:pPr>
            <w:bookmarkStart w:id="2" w:name="SIGNERSTAMP1"/>
            <w:r>
              <w:rPr>
                <w:color w:val="CCCCCC"/>
                <w:sz w:val="28"/>
                <w:szCs w:val="20"/>
              </w:rPr>
              <w:t>Штамп ЭП</w:t>
            </w:r>
            <w:bookmarkEnd w:id="2"/>
          </w:p>
        </w:tc>
        <w:tc>
          <w:tcPr>
            <w:tcW w:w="2551" w:type="dxa"/>
            <w:vAlign w:val="center"/>
          </w:tcPr>
          <w:p w:rsidR="000C7ADF" w:rsidRDefault="000C7ADF" w:rsidP="00307600">
            <w:pPr>
              <w:snapToGrid w:val="0"/>
              <w:jc w:val="right"/>
              <w:rPr>
                <w:color w:val="000000"/>
                <w:sz w:val="28"/>
              </w:rPr>
            </w:pPr>
          </w:p>
        </w:tc>
      </w:tr>
    </w:tbl>
    <w:p w:rsidR="000C7ADF" w:rsidRDefault="000C7ADF" w:rsidP="00DA3795">
      <w:pPr>
        <w:rPr>
          <w:bCs/>
          <w:sz w:val="28"/>
          <w:szCs w:val="28"/>
        </w:rPr>
      </w:pPr>
    </w:p>
    <w:p w:rsidR="00715168" w:rsidRDefault="00715168" w:rsidP="0095117B">
      <w:pPr>
        <w:rPr>
          <w:sz w:val="16"/>
          <w:szCs w:val="16"/>
        </w:rPr>
      </w:pPr>
    </w:p>
    <w:p w:rsidR="008C2826" w:rsidRDefault="008C2826" w:rsidP="0095117B">
      <w:pPr>
        <w:rPr>
          <w:sz w:val="16"/>
          <w:szCs w:val="16"/>
        </w:rPr>
      </w:pPr>
    </w:p>
    <w:p w:rsidR="004E6F14" w:rsidRPr="00F17607" w:rsidRDefault="000A5B06" w:rsidP="004E6F14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Аташуков</w:t>
      </w:r>
      <w:proofErr w:type="spellEnd"/>
      <w:r>
        <w:rPr>
          <w:sz w:val="20"/>
          <w:szCs w:val="20"/>
        </w:rPr>
        <w:t xml:space="preserve"> Арсен Юрьевич</w:t>
      </w:r>
    </w:p>
    <w:p w:rsidR="004E6F14" w:rsidRPr="00F17607" w:rsidRDefault="00F17607" w:rsidP="004E6F14">
      <w:pPr>
        <w:rPr>
          <w:sz w:val="20"/>
          <w:szCs w:val="20"/>
        </w:rPr>
      </w:pPr>
      <w:r w:rsidRPr="00F17607">
        <w:rPr>
          <w:sz w:val="20"/>
          <w:szCs w:val="20"/>
        </w:rPr>
        <w:t>(88773) 9-</w:t>
      </w:r>
      <w:r w:rsidR="0049580C">
        <w:rPr>
          <w:sz w:val="20"/>
          <w:szCs w:val="20"/>
        </w:rPr>
        <w:t>2</w:t>
      </w:r>
      <w:r w:rsidR="000A5B06">
        <w:rPr>
          <w:sz w:val="20"/>
          <w:szCs w:val="20"/>
        </w:rPr>
        <w:t>4</w:t>
      </w:r>
      <w:r w:rsidR="0049580C">
        <w:rPr>
          <w:sz w:val="20"/>
          <w:szCs w:val="20"/>
        </w:rPr>
        <w:t>-</w:t>
      </w:r>
      <w:r w:rsidR="000A5B06">
        <w:rPr>
          <w:sz w:val="20"/>
          <w:szCs w:val="20"/>
        </w:rPr>
        <w:t>31</w:t>
      </w:r>
    </w:p>
    <w:sectPr w:rsidR="004E6F14" w:rsidRPr="00F17607" w:rsidSect="005B641A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168"/>
    <w:rsid w:val="00006633"/>
    <w:rsid w:val="00045BEB"/>
    <w:rsid w:val="000529A3"/>
    <w:rsid w:val="000620B5"/>
    <w:rsid w:val="000749F1"/>
    <w:rsid w:val="000A5B06"/>
    <w:rsid w:val="000B178A"/>
    <w:rsid w:val="000B47F3"/>
    <w:rsid w:val="000C7ADF"/>
    <w:rsid w:val="000D4813"/>
    <w:rsid w:val="000D7487"/>
    <w:rsid w:val="00121ED7"/>
    <w:rsid w:val="0016318B"/>
    <w:rsid w:val="0016682C"/>
    <w:rsid w:val="0017617A"/>
    <w:rsid w:val="00176D43"/>
    <w:rsid w:val="00183DEA"/>
    <w:rsid w:val="001A3FFA"/>
    <w:rsid w:val="001A53D8"/>
    <w:rsid w:val="001C275A"/>
    <w:rsid w:val="001C39E1"/>
    <w:rsid w:val="001C7497"/>
    <w:rsid w:val="002366EF"/>
    <w:rsid w:val="002575E3"/>
    <w:rsid w:val="00262A60"/>
    <w:rsid w:val="002643FC"/>
    <w:rsid w:val="00274079"/>
    <w:rsid w:val="00276B45"/>
    <w:rsid w:val="002811B2"/>
    <w:rsid w:val="00283F63"/>
    <w:rsid w:val="002D06C3"/>
    <w:rsid w:val="002D0FC6"/>
    <w:rsid w:val="00331C79"/>
    <w:rsid w:val="00337774"/>
    <w:rsid w:val="00350E6A"/>
    <w:rsid w:val="00374C32"/>
    <w:rsid w:val="00377D57"/>
    <w:rsid w:val="003C0558"/>
    <w:rsid w:val="003E645C"/>
    <w:rsid w:val="003E6766"/>
    <w:rsid w:val="003F149E"/>
    <w:rsid w:val="00414D85"/>
    <w:rsid w:val="00426157"/>
    <w:rsid w:val="004462F7"/>
    <w:rsid w:val="00472741"/>
    <w:rsid w:val="00484444"/>
    <w:rsid w:val="00490C5C"/>
    <w:rsid w:val="0049580C"/>
    <w:rsid w:val="004D73BC"/>
    <w:rsid w:val="004E044F"/>
    <w:rsid w:val="004E6F14"/>
    <w:rsid w:val="00533E7B"/>
    <w:rsid w:val="005747C1"/>
    <w:rsid w:val="00577B60"/>
    <w:rsid w:val="00596552"/>
    <w:rsid w:val="005A26F6"/>
    <w:rsid w:val="005B641A"/>
    <w:rsid w:val="005F7390"/>
    <w:rsid w:val="00661C40"/>
    <w:rsid w:val="006A33FE"/>
    <w:rsid w:val="006D2F02"/>
    <w:rsid w:val="00715168"/>
    <w:rsid w:val="00725517"/>
    <w:rsid w:val="0073518E"/>
    <w:rsid w:val="00743045"/>
    <w:rsid w:val="007431EF"/>
    <w:rsid w:val="007A13B7"/>
    <w:rsid w:val="007B564D"/>
    <w:rsid w:val="0081195C"/>
    <w:rsid w:val="00815D05"/>
    <w:rsid w:val="00836D31"/>
    <w:rsid w:val="00852D69"/>
    <w:rsid w:val="00863B1A"/>
    <w:rsid w:val="008A1E99"/>
    <w:rsid w:val="008B40F1"/>
    <w:rsid w:val="008C0408"/>
    <w:rsid w:val="008C2826"/>
    <w:rsid w:val="008D6529"/>
    <w:rsid w:val="008E2B59"/>
    <w:rsid w:val="008E61A2"/>
    <w:rsid w:val="009135EF"/>
    <w:rsid w:val="00913BBF"/>
    <w:rsid w:val="00917170"/>
    <w:rsid w:val="00920623"/>
    <w:rsid w:val="00923C4F"/>
    <w:rsid w:val="00940F82"/>
    <w:rsid w:val="00945245"/>
    <w:rsid w:val="0095117B"/>
    <w:rsid w:val="009719A3"/>
    <w:rsid w:val="009B72C5"/>
    <w:rsid w:val="009C01D8"/>
    <w:rsid w:val="009C2D49"/>
    <w:rsid w:val="009D78F5"/>
    <w:rsid w:val="009F5002"/>
    <w:rsid w:val="009F53BE"/>
    <w:rsid w:val="00A26B68"/>
    <w:rsid w:val="00A4213C"/>
    <w:rsid w:val="00A55CD6"/>
    <w:rsid w:val="00A669C8"/>
    <w:rsid w:val="00A707C4"/>
    <w:rsid w:val="00A76A35"/>
    <w:rsid w:val="00AC62DD"/>
    <w:rsid w:val="00AD5BE7"/>
    <w:rsid w:val="00AD5C6A"/>
    <w:rsid w:val="00AE0197"/>
    <w:rsid w:val="00AF7F82"/>
    <w:rsid w:val="00B04B1D"/>
    <w:rsid w:val="00B23C6B"/>
    <w:rsid w:val="00B759ED"/>
    <w:rsid w:val="00BC28D3"/>
    <w:rsid w:val="00C2350C"/>
    <w:rsid w:val="00C23E20"/>
    <w:rsid w:val="00C3104C"/>
    <w:rsid w:val="00C54D26"/>
    <w:rsid w:val="00C557B5"/>
    <w:rsid w:val="00C96A83"/>
    <w:rsid w:val="00CC2B83"/>
    <w:rsid w:val="00CD1B76"/>
    <w:rsid w:val="00CF2303"/>
    <w:rsid w:val="00DA3795"/>
    <w:rsid w:val="00DD49C9"/>
    <w:rsid w:val="00DD78F0"/>
    <w:rsid w:val="00DE6762"/>
    <w:rsid w:val="00DF4771"/>
    <w:rsid w:val="00E16B48"/>
    <w:rsid w:val="00E17A9F"/>
    <w:rsid w:val="00E21FAE"/>
    <w:rsid w:val="00E73B27"/>
    <w:rsid w:val="00E9082E"/>
    <w:rsid w:val="00E97CAF"/>
    <w:rsid w:val="00EA18B7"/>
    <w:rsid w:val="00EA4BC7"/>
    <w:rsid w:val="00EA4F6B"/>
    <w:rsid w:val="00EB0B78"/>
    <w:rsid w:val="00EF16F1"/>
    <w:rsid w:val="00F13667"/>
    <w:rsid w:val="00F17607"/>
    <w:rsid w:val="00F30288"/>
    <w:rsid w:val="00F53DC0"/>
    <w:rsid w:val="00F6574F"/>
    <w:rsid w:val="00F747A9"/>
    <w:rsid w:val="00F830C5"/>
    <w:rsid w:val="00F86106"/>
    <w:rsid w:val="00F91084"/>
    <w:rsid w:val="00FA4E63"/>
    <w:rsid w:val="00FB1844"/>
    <w:rsid w:val="00FC253B"/>
    <w:rsid w:val="00FE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08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82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351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1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08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82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73518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4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0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1;&#1080;&#1089;&#1083;&#1072;&#1085;003\Documents\&#1053;&#1072;&#1089;&#1090;&#1088;&#1072;&#1080;&#1074;&#1072;&#1077;&#1084;&#1099;&#1077;%20&#1096;&#1072;&#1073;&#1083;&#1086;&#1085;&#1099;%20Office\&#1064;&#1086;&#1074;&#1075;&#1077;&#1085;&#1086;&#1074;&#1089;&#1082;&#1080;&#1081;%20&#1088;&#1072;&#1081;&#1086;&#1085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Шовгеновский район</Template>
  <TotalTime>637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Бислан003</dc:creator>
  <cp:lastModifiedBy>замира</cp:lastModifiedBy>
  <cp:revision>28</cp:revision>
  <cp:lastPrinted>2022-06-10T12:20:00Z</cp:lastPrinted>
  <dcterms:created xsi:type="dcterms:W3CDTF">2021-07-01T11:34:00Z</dcterms:created>
  <dcterms:modified xsi:type="dcterms:W3CDTF">2024-12-11T12:10:00Z</dcterms:modified>
</cp:coreProperties>
</file>